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49CD8" w14:textId="78F144DB" w:rsidR="00071C50" w:rsidRPr="008C3ACE" w:rsidRDefault="00CE7A8E" w:rsidP="00071C50">
      <w:pPr>
        <w:pStyle w:val="NoSpacing"/>
        <w:rPr>
          <w:rFonts w:ascii="Rockwell" w:hAnsi="Rockwell"/>
          <w:b/>
        </w:rPr>
      </w:pPr>
      <w:bookmarkStart w:id="0" w:name="_GoBack"/>
      <w:bookmarkEnd w:id="0"/>
      <w:r w:rsidRPr="009D24AC">
        <w:rPr>
          <w:rFonts w:ascii="Rockwell" w:hAnsi="Rockwell"/>
          <w:b/>
        </w:rPr>
        <w:t>2020</w:t>
      </w:r>
      <w:r w:rsidR="00071C50" w:rsidRPr="009D24AC">
        <w:rPr>
          <w:rFonts w:ascii="Rockwell" w:hAnsi="Rockwell"/>
          <w:b/>
        </w:rPr>
        <w:t xml:space="preserve"> U DRIVE. U TEXT. U PAY. </w:t>
      </w:r>
      <w:r w:rsidR="00071C50">
        <w:rPr>
          <w:rFonts w:ascii="Rockwell" w:hAnsi="Rockwell"/>
          <w:b/>
        </w:rPr>
        <w:t>CAMPAIGN</w:t>
      </w:r>
    </w:p>
    <w:p w14:paraId="6F71DD69" w14:textId="77777777" w:rsidR="00071C50" w:rsidRPr="008C3ACE" w:rsidRDefault="00071C50" w:rsidP="00071C50">
      <w:pPr>
        <w:pStyle w:val="NoSpacing"/>
        <w:rPr>
          <w:rFonts w:ascii="Rockwell" w:hAnsi="Rockwell"/>
          <w:b/>
        </w:rPr>
      </w:pPr>
      <w:r w:rsidRPr="008C3ACE">
        <w:rPr>
          <w:rFonts w:ascii="Rockwell" w:hAnsi="Rockwell"/>
          <w:b/>
        </w:rPr>
        <w:t xml:space="preserve">SAMPLE </w:t>
      </w:r>
      <w:r>
        <w:rPr>
          <w:rFonts w:ascii="Rockwell" w:hAnsi="Rockwell"/>
          <w:b/>
        </w:rPr>
        <w:t>OP-ED</w:t>
      </w:r>
    </w:p>
    <w:p w14:paraId="7E480844" w14:textId="77777777" w:rsidR="00071C50" w:rsidRPr="008C3ACE" w:rsidRDefault="00CA4542" w:rsidP="00071C50">
      <w:pPr>
        <w:pStyle w:val="NoSpacing"/>
        <w:rPr>
          <w:rFonts w:ascii="Rockwell" w:hAnsi="Rockwell"/>
          <w:b/>
        </w:rPr>
      </w:pPr>
      <w:r>
        <w:rPr>
          <w:rFonts w:ascii="Rockwell" w:hAnsi="Rockwell"/>
          <w:b/>
        </w:rPr>
        <w:t>PEAK</w:t>
      </w:r>
      <w:r w:rsidR="00071C50">
        <w:rPr>
          <w:rFonts w:ascii="Rockwell" w:hAnsi="Rockwell"/>
          <w:b/>
        </w:rPr>
        <w:t xml:space="preserve"> </w:t>
      </w:r>
      <w:r w:rsidR="00071C50" w:rsidRPr="008C3ACE">
        <w:rPr>
          <w:rFonts w:ascii="Rockwell" w:hAnsi="Rockwell"/>
          <w:b/>
        </w:rPr>
        <w:t>VERSION</w:t>
      </w:r>
    </w:p>
    <w:p w14:paraId="2C72141D" w14:textId="77777777" w:rsidR="00071C50" w:rsidRPr="008C3ACE" w:rsidRDefault="00071C50" w:rsidP="00071C50">
      <w:pPr>
        <w:pStyle w:val="NoSpacing"/>
        <w:rPr>
          <w:rFonts w:ascii="Rockwell" w:hAnsi="Rockwell"/>
          <w:b/>
        </w:rPr>
      </w:pPr>
    </w:p>
    <w:p w14:paraId="2F7A564E" w14:textId="77777777" w:rsidR="00071C50" w:rsidRPr="008C3ACE" w:rsidRDefault="00071C50" w:rsidP="00071C50">
      <w:pPr>
        <w:pStyle w:val="NoSpacing"/>
        <w:rPr>
          <w:rFonts w:ascii="Rockwell" w:hAnsi="Rockwell"/>
          <w:b/>
        </w:rPr>
      </w:pPr>
      <w:r w:rsidRPr="008C3ACE">
        <w:rPr>
          <w:rFonts w:ascii="Rockwell" w:hAnsi="Rockwell"/>
          <w:b/>
        </w:rPr>
        <w:t>FOR IMMEDIATE RELEASE: [Date]</w:t>
      </w:r>
    </w:p>
    <w:p w14:paraId="034DC9E7" w14:textId="77777777" w:rsidR="00071C50" w:rsidRPr="008C3ACE" w:rsidRDefault="00071C50" w:rsidP="00071C50">
      <w:pPr>
        <w:pStyle w:val="NoSpacing"/>
        <w:rPr>
          <w:rFonts w:ascii="Rockwell" w:hAnsi="Rockwell"/>
          <w:b/>
        </w:rPr>
      </w:pPr>
      <w:r w:rsidRPr="008C3ACE">
        <w:rPr>
          <w:rFonts w:ascii="Rockwell" w:hAnsi="Rockwell"/>
          <w:b/>
        </w:rPr>
        <w:t>CONTACT: [Name, Phone Number, E-mail Address]</w:t>
      </w:r>
    </w:p>
    <w:p w14:paraId="5A47550B" w14:textId="77777777" w:rsidR="00071C50" w:rsidRPr="008C3ACE" w:rsidRDefault="00071C50" w:rsidP="00071C50">
      <w:pPr>
        <w:pStyle w:val="NoSpacing"/>
        <w:rPr>
          <w:rFonts w:ascii="Rockwell" w:hAnsi="Rockwell"/>
          <w:b/>
        </w:rPr>
      </w:pPr>
    </w:p>
    <w:p w14:paraId="7D9674B1" w14:textId="35FBBE7C" w:rsidR="00071C50" w:rsidRDefault="00071C50" w:rsidP="00071C50">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0079826" w14:textId="77777777" w:rsidR="004944B0" w:rsidRDefault="004944B0" w:rsidP="004944B0"/>
    <w:p w14:paraId="0E64A860" w14:textId="1B427289" w:rsidR="00ED2FE6" w:rsidRDefault="00CE7A8E" w:rsidP="00147160">
      <w:pPr>
        <w:jc w:val="center"/>
        <w:rPr>
          <w:rFonts w:ascii="Rockwell" w:hAnsi="Rockwell"/>
          <w:b/>
          <w:sz w:val="24"/>
        </w:rPr>
      </w:pPr>
      <w:r w:rsidRPr="00CE7A8E">
        <w:rPr>
          <w:rFonts w:ascii="Rockwell" w:hAnsi="Rockwell"/>
          <w:b/>
          <w:sz w:val="24"/>
        </w:rPr>
        <w:t>No Text Is Worth It:</w:t>
      </w:r>
      <w:r>
        <w:rPr>
          <w:rFonts w:ascii="Rockwell" w:hAnsi="Rockwell"/>
          <w:b/>
          <w:i/>
          <w:sz w:val="24"/>
        </w:rPr>
        <w:t xml:space="preserve"> </w:t>
      </w:r>
      <w:r w:rsidR="00CA4542" w:rsidRPr="00CA4542">
        <w:rPr>
          <w:rFonts w:ascii="Rockwell" w:hAnsi="Rockwell"/>
          <w:b/>
          <w:i/>
          <w:sz w:val="24"/>
        </w:rPr>
        <w:t>U Drive. U Text. U Pay.</w:t>
      </w:r>
    </w:p>
    <w:p w14:paraId="469C11B0" w14:textId="59A53D6B" w:rsidR="00CA4542" w:rsidRDefault="00CE7A8E" w:rsidP="00147160">
      <w:pPr>
        <w:pStyle w:val="Normal1"/>
        <w:spacing w:after="240"/>
        <w:rPr>
          <w:rFonts w:ascii="Trebuchet MS" w:hAnsi="Trebuchet MS"/>
          <w:sz w:val="22"/>
        </w:rPr>
      </w:pPr>
      <w:r>
        <w:rPr>
          <w:rFonts w:ascii="Trebuchet MS" w:hAnsi="Trebuchet MS"/>
          <w:sz w:val="22"/>
        </w:rPr>
        <w:t>Distracted driving has become a deadly epidemic on our roadways</w:t>
      </w:r>
      <w:r w:rsidR="006667F5">
        <w:rPr>
          <w:rFonts w:ascii="Trebuchet MS" w:hAnsi="Trebuchet MS"/>
          <w:sz w:val="22"/>
        </w:rPr>
        <w:t xml:space="preserve"> claim</w:t>
      </w:r>
      <w:r w:rsidR="00503156">
        <w:rPr>
          <w:rFonts w:ascii="Trebuchet MS" w:hAnsi="Trebuchet MS"/>
          <w:sz w:val="22"/>
        </w:rPr>
        <w:t>ing</w:t>
      </w:r>
      <w:r w:rsidR="006667F5">
        <w:rPr>
          <w:rFonts w:ascii="Trebuchet MS" w:hAnsi="Trebuchet MS"/>
          <w:sz w:val="22"/>
        </w:rPr>
        <w:t xml:space="preserve"> 2,841 lives on our nation’s roads</w:t>
      </w:r>
      <w:r w:rsidR="00503156">
        <w:rPr>
          <w:rFonts w:ascii="Trebuchet MS" w:hAnsi="Trebuchet MS"/>
          <w:sz w:val="22"/>
        </w:rPr>
        <w:t xml:space="preserve"> in 2018</w:t>
      </w:r>
      <w:r w:rsidR="006667F5">
        <w:rPr>
          <w:rFonts w:ascii="Trebuchet MS" w:hAnsi="Trebuchet MS"/>
          <w:sz w:val="22"/>
        </w:rPr>
        <w:t xml:space="preserve">, </w:t>
      </w:r>
      <w:r w:rsidR="00503156">
        <w:rPr>
          <w:rFonts w:ascii="Trebuchet MS" w:hAnsi="Trebuchet MS"/>
          <w:sz w:val="22"/>
        </w:rPr>
        <w:t xml:space="preserve">which </w:t>
      </w:r>
      <w:r w:rsidR="006667F5">
        <w:rPr>
          <w:rFonts w:ascii="Trebuchet MS" w:hAnsi="Trebuchet MS"/>
          <w:sz w:val="22"/>
        </w:rPr>
        <w:t>represent</w:t>
      </w:r>
      <w:r w:rsidR="00503156">
        <w:rPr>
          <w:rFonts w:ascii="Trebuchet MS" w:hAnsi="Trebuchet MS"/>
          <w:sz w:val="22"/>
        </w:rPr>
        <w:t>s</w:t>
      </w:r>
      <w:r w:rsidR="006667F5">
        <w:rPr>
          <w:rFonts w:ascii="Trebuchet MS" w:hAnsi="Trebuchet MS"/>
          <w:sz w:val="22"/>
        </w:rPr>
        <w:t xml:space="preserve"> 7.8 percent of all traffic crash fatalities that year.</w:t>
      </w:r>
      <w:r>
        <w:rPr>
          <w:rFonts w:ascii="Trebuchet MS" w:hAnsi="Trebuchet MS"/>
          <w:sz w:val="22"/>
        </w:rPr>
        <w:t xml:space="preserve"> </w:t>
      </w:r>
      <w:r w:rsidR="006667F5">
        <w:rPr>
          <w:rFonts w:ascii="Trebuchet MS" w:hAnsi="Trebuchet MS"/>
          <w:sz w:val="22"/>
        </w:rPr>
        <w:t xml:space="preserve">While the number is down from 2017, </w:t>
      </w:r>
      <w:r w:rsidR="002B2A12">
        <w:rPr>
          <w:rFonts w:ascii="Trebuchet MS" w:hAnsi="Trebuchet MS"/>
          <w:sz w:val="22"/>
        </w:rPr>
        <w:t>there isn’t an acceptable number of distracted-driving deaths. We see the devastation caused by drivers who take their hands off the wheel and their eyes off the road, so</w:t>
      </w:r>
      <w:r w:rsidR="00CA4542">
        <w:rPr>
          <w:rFonts w:ascii="Trebuchet MS" w:hAnsi="Trebuchet MS"/>
          <w:sz w:val="22"/>
        </w:rPr>
        <w:t xml:space="preserve"> </w:t>
      </w:r>
      <w:r w:rsidR="002B2A12">
        <w:rPr>
          <w:rFonts w:ascii="Trebuchet MS" w:hAnsi="Trebuchet MS"/>
          <w:sz w:val="22"/>
        </w:rPr>
        <w:t xml:space="preserve">we’re </w:t>
      </w:r>
      <w:r w:rsidR="00CA4542">
        <w:rPr>
          <w:rFonts w:ascii="Trebuchet MS" w:hAnsi="Trebuchet MS"/>
          <w:sz w:val="22"/>
        </w:rPr>
        <w:t xml:space="preserve">working hard to remind </w:t>
      </w:r>
      <w:r w:rsidR="002B2A12">
        <w:rPr>
          <w:rFonts w:ascii="Trebuchet MS" w:hAnsi="Trebuchet MS"/>
          <w:sz w:val="22"/>
        </w:rPr>
        <w:t>everyone</w:t>
      </w:r>
      <w:r w:rsidR="00CA4542">
        <w:rPr>
          <w:rFonts w:ascii="Trebuchet MS" w:hAnsi="Trebuchet MS"/>
          <w:sz w:val="22"/>
        </w:rPr>
        <w:t xml:space="preserve"> that </w:t>
      </w:r>
      <w:r w:rsidR="00503156">
        <w:rPr>
          <w:rFonts w:ascii="Trebuchet MS" w:hAnsi="Trebuchet MS"/>
          <w:sz w:val="22"/>
        </w:rPr>
        <w:t xml:space="preserve">texting while driving, and </w:t>
      </w:r>
      <w:r w:rsidR="00CA4542">
        <w:rPr>
          <w:rFonts w:ascii="Trebuchet MS" w:hAnsi="Trebuchet MS"/>
          <w:sz w:val="22"/>
        </w:rPr>
        <w:t>driving distracted—by phone</w:t>
      </w:r>
      <w:r w:rsidR="002B2A12">
        <w:rPr>
          <w:rFonts w:ascii="Trebuchet MS" w:hAnsi="Trebuchet MS"/>
          <w:sz w:val="22"/>
        </w:rPr>
        <w:t xml:space="preserve">s, </w:t>
      </w:r>
      <w:r w:rsidR="00CA4542">
        <w:rPr>
          <w:rFonts w:ascii="Trebuchet MS" w:hAnsi="Trebuchet MS"/>
          <w:sz w:val="22"/>
        </w:rPr>
        <w:t xml:space="preserve">passengers, eating and drinking, or even tuning the </w:t>
      </w:r>
      <w:r w:rsidR="002B2A12">
        <w:rPr>
          <w:rFonts w:ascii="Trebuchet MS" w:hAnsi="Trebuchet MS"/>
          <w:sz w:val="22"/>
        </w:rPr>
        <w:t>radio—is a dangerous, and often</w:t>
      </w:r>
      <w:r w:rsidR="00CA4542">
        <w:rPr>
          <w:rFonts w:ascii="Trebuchet MS" w:hAnsi="Trebuchet MS"/>
          <w:sz w:val="22"/>
        </w:rPr>
        <w:t xml:space="preserve"> illegal</w:t>
      </w:r>
      <w:r w:rsidR="002B2A12">
        <w:rPr>
          <w:rFonts w:ascii="Trebuchet MS" w:hAnsi="Trebuchet MS"/>
          <w:sz w:val="22"/>
        </w:rPr>
        <w:t>,</w:t>
      </w:r>
      <w:r w:rsidR="00CA4542">
        <w:rPr>
          <w:rFonts w:ascii="Trebuchet MS" w:hAnsi="Trebuchet MS"/>
          <w:sz w:val="22"/>
        </w:rPr>
        <w:t xml:space="preserve"> habit. </w:t>
      </w:r>
    </w:p>
    <w:p w14:paraId="6C5F6A39" w14:textId="33321CB8" w:rsidR="00CA4542" w:rsidRDefault="00CA4542" w:rsidP="00880760">
      <w:r>
        <w:t xml:space="preserve">The month of April is National Distracted Driving Awareness Month. </w:t>
      </w:r>
      <w:r w:rsidRPr="00DD5E5A">
        <w:rPr>
          <w:b/>
        </w:rPr>
        <w:t>[</w:t>
      </w:r>
      <w:r>
        <w:rPr>
          <w:b/>
        </w:rPr>
        <w:t>Local Law Enforcement Office</w:t>
      </w:r>
      <w:r w:rsidRPr="00DD5E5A">
        <w:rPr>
          <w:b/>
        </w:rPr>
        <w:t>]</w:t>
      </w:r>
      <w:r>
        <w:t xml:space="preserve"> is teaming up with the U.S. Department of Transportation’s National Highway Traffic Safety Administration </w:t>
      </w:r>
      <w:r w:rsidR="00503156">
        <w:t xml:space="preserve">(NHTSA) </w:t>
      </w:r>
      <w:r>
        <w:t>to help spread the word about the dangers of d</w:t>
      </w:r>
      <w:r w:rsidR="002B2A12">
        <w:t>istracted driving. From April 9 to April 13, 2020</w:t>
      </w:r>
      <w:r>
        <w:t xml:space="preserve">, we’ll conduct a high-visibility enforcement effort called </w:t>
      </w:r>
      <w:r w:rsidRPr="00CA4542">
        <w:rPr>
          <w:i/>
        </w:rPr>
        <w:t>U Drive. U Text. U Pay.</w:t>
      </w:r>
      <w:r>
        <w:t xml:space="preserve"> </w:t>
      </w:r>
      <w:r w:rsidR="00503156">
        <w:t>where l</w:t>
      </w:r>
      <w:r>
        <w:t xml:space="preserve">aw enforcement officers will </w:t>
      </w:r>
      <w:r w:rsidR="003560BE">
        <w:t xml:space="preserve">step up enforcement efforts and </w:t>
      </w:r>
      <w:r>
        <w:t>issu</w:t>
      </w:r>
      <w:r w:rsidR="003560BE">
        <w:t>e</w:t>
      </w:r>
      <w:r>
        <w:t xml:space="preserve"> citations for dist</w:t>
      </w:r>
      <w:r w:rsidR="002B2A12">
        <w:t>racted-driving</w:t>
      </w:r>
      <w:r w:rsidR="00880760">
        <w:t xml:space="preserve"> violations. The campaign</w:t>
      </w:r>
      <w:r>
        <w:t xml:space="preserve"> </w:t>
      </w:r>
      <w:r w:rsidR="002B2A12">
        <w:t>exists</w:t>
      </w:r>
      <w:r>
        <w:t xml:space="preserve"> to </w:t>
      </w:r>
      <w:r w:rsidR="003560BE">
        <w:t xml:space="preserve">remind drivers of the consequences of their </w:t>
      </w:r>
      <w:r w:rsidR="002B2A12">
        <w:t>reckless</w:t>
      </w:r>
      <w:r w:rsidR="003560BE">
        <w:t xml:space="preserve"> </w:t>
      </w:r>
      <w:proofErr w:type="gramStart"/>
      <w:r w:rsidR="003560BE">
        <w:t>actions, and</w:t>
      </w:r>
      <w:proofErr w:type="gramEnd"/>
      <w:r w:rsidR="003560BE">
        <w:t xml:space="preserve"> continue to </w:t>
      </w:r>
      <w:r>
        <w:t>spread the message about the dangers of distracted driving</w:t>
      </w:r>
      <w:r w:rsidR="003560BE">
        <w:t>.</w:t>
      </w:r>
    </w:p>
    <w:p w14:paraId="237AEC05" w14:textId="53F416A5" w:rsidR="0051647B" w:rsidRDefault="0051647B" w:rsidP="0051647B">
      <w:r w:rsidRPr="00581175">
        <w:t xml:space="preserve">According to NHTSA, </w:t>
      </w:r>
      <w:r w:rsidR="002B2A12">
        <w:rPr>
          <w:rFonts w:eastAsia="Times New Roman"/>
        </w:rPr>
        <w:t>between 2012 and 2018, nearly 23</w:t>
      </w:r>
      <w:r w:rsidRPr="00581175">
        <w:rPr>
          <w:rFonts w:eastAsia="Times New Roman"/>
        </w:rPr>
        <w:t xml:space="preserve">,000 </w:t>
      </w:r>
      <w:r w:rsidRPr="00581175">
        <w:t>people</w:t>
      </w:r>
      <w:r w:rsidRPr="00581175">
        <w:rPr>
          <w:rFonts w:eastAsia="Times New Roman"/>
        </w:rPr>
        <w:t xml:space="preserve"> died in crashes involving a distracted driver. </w:t>
      </w:r>
      <w:r w:rsidR="0027643C">
        <w:t>That’s 23,000 people who didn’t make it home because of dangerous, distracted driving.</w:t>
      </w:r>
    </w:p>
    <w:p w14:paraId="3DBD3117" w14:textId="391073AB" w:rsidR="0051647B" w:rsidRPr="009D24AC" w:rsidRDefault="0051647B" w:rsidP="00880760">
      <w:pPr>
        <w:rPr>
          <w:bCs/>
        </w:rPr>
      </w:pPr>
      <w:r>
        <w:t>While distracted driving can take many</w:t>
      </w:r>
      <w:r w:rsidR="009D24AC">
        <w:t xml:space="preserve"> forms—</w:t>
      </w:r>
      <w:r w:rsidR="00503156">
        <w:t xml:space="preserve">using </w:t>
      </w:r>
      <w:r w:rsidR="00796269">
        <w:t>a GPS</w:t>
      </w:r>
      <w:r w:rsidRPr="00A66AB8">
        <w:t xml:space="preserve">, applying makeup, </w:t>
      </w:r>
      <w:r w:rsidR="0027643C">
        <w:rPr>
          <w:bCs/>
        </w:rPr>
        <w:t>interacting</w:t>
      </w:r>
      <w:r w:rsidRPr="00DA6181">
        <w:rPr>
          <w:bCs/>
        </w:rPr>
        <w:t xml:space="preserve"> with other </w:t>
      </w:r>
      <w:r w:rsidRPr="005A3EB4">
        <w:rPr>
          <w:bCs/>
        </w:rPr>
        <w:t xml:space="preserve">passengers, </w:t>
      </w:r>
      <w:r w:rsidR="00161BFD">
        <w:rPr>
          <w:bCs/>
        </w:rPr>
        <w:t>sip</w:t>
      </w:r>
      <w:r w:rsidR="00503156">
        <w:rPr>
          <w:bCs/>
        </w:rPr>
        <w:t>ping</w:t>
      </w:r>
      <w:r w:rsidR="00161BFD">
        <w:rPr>
          <w:bCs/>
        </w:rPr>
        <w:t xml:space="preserve"> </w:t>
      </w:r>
      <w:r w:rsidR="00503156">
        <w:rPr>
          <w:bCs/>
        </w:rPr>
        <w:t>hot</w:t>
      </w:r>
      <w:r w:rsidR="00161BFD">
        <w:rPr>
          <w:bCs/>
        </w:rPr>
        <w:t xml:space="preserve"> coffee</w:t>
      </w:r>
      <w:r w:rsidR="009D24AC">
        <w:rPr>
          <w:bCs/>
        </w:rPr>
        <w:t>—</w:t>
      </w:r>
      <w:r w:rsidR="00503156">
        <w:rPr>
          <w:bCs/>
        </w:rPr>
        <w:t>the most dangerous behavior is texting and driving</w:t>
      </w:r>
      <w:r w:rsidRPr="00A66AB8">
        <w:t>.</w:t>
      </w:r>
      <w:r>
        <w:t xml:space="preserve"> The bottom line is this: If your attention is anywhere other than </w:t>
      </w:r>
      <w:r w:rsidR="0027643C">
        <w:t xml:space="preserve">on </w:t>
      </w:r>
      <w:r>
        <w:t>the road, you’re distracted.</w:t>
      </w:r>
    </w:p>
    <w:p w14:paraId="1E111ED1" w14:textId="78836BAF" w:rsidR="00880760" w:rsidRDefault="0005615E" w:rsidP="00880760">
      <w:r>
        <w:t>“</w:t>
      </w:r>
      <w:r w:rsidR="0027643C">
        <w:t>All drivers have the power—and responsibility—</w:t>
      </w:r>
      <w:r w:rsidR="00880760">
        <w:t xml:space="preserve">to </w:t>
      </w:r>
      <w:r w:rsidR="00AB3369">
        <w:t xml:space="preserve">end these </w:t>
      </w:r>
      <w:r w:rsidR="0027643C">
        <w:t xml:space="preserve">preventable </w:t>
      </w:r>
      <w:r w:rsidR="00AB3369">
        <w:t>crashes</w:t>
      </w:r>
      <w:r w:rsidR="00880760">
        <w:t xml:space="preserve">. </w:t>
      </w:r>
      <w:r w:rsidR="0027643C">
        <w:t>We’ve taken an oath to protect the public, so w</w:t>
      </w:r>
      <w:r w:rsidR="00880760">
        <w:t xml:space="preserve">e’re determined to get distracted drivers off the road. </w:t>
      </w:r>
      <w:r w:rsidR="0027643C">
        <w:t>If that means issuing you a ticket to put an end to your bad habit, think of it this way: a ticket is less expensive than a crash,”</w:t>
      </w:r>
      <w:r>
        <w:t xml:space="preserve"> said </w:t>
      </w:r>
      <w:r w:rsidRPr="004E6763">
        <w:rPr>
          <w:b/>
        </w:rPr>
        <w:t>[Local/State Official]</w:t>
      </w:r>
      <w:r>
        <w:t>.</w:t>
      </w:r>
    </w:p>
    <w:p w14:paraId="6CE1166F" w14:textId="77777777" w:rsidR="00786C3F" w:rsidRDefault="00786C3F">
      <w:pPr>
        <w:spacing w:after="0" w:line="240" w:lineRule="auto"/>
      </w:pPr>
      <w:r>
        <w:br w:type="page"/>
      </w:r>
    </w:p>
    <w:p w14:paraId="5BC348C8" w14:textId="03BC60FA" w:rsidR="00ED2FE6" w:rsidRDefault="0027643C" w:rsidP="00ED2FE6">
      <w:r>
        <w:lastRenderedPageBreak/>
        <w:t>Young drivers</w:t>
      </w:r>
      <w:r w:rsidR="00B07F05">
        <w:t xml:space="preserve"> are some of the most common offenders. Millennials use</w:t>
      </w:r>
      <w:r w:rsidR="00ED2FE6">
        <w:t xml:space="preserve"> their cell</w:t>
      </w:r>
      <w:r w:rsidR="00267CA3">
        <w:t xml:space="preserve"> </w:t>
      </w:r>
      <w:r w:rsidR="00ED2FE6">
        <w:t>phones to talk, text, and scroll through social media</w:t>
      </w:r>
      <w:r w:rsidR="00E95858">
        <w:t xml:space="preserve"> while behind the wheel</w:t>
      </w:r>
      <w:r w:rsidR="00ED2FE6">
        <w:t xml:space="preserve">. </w:t>
      </w:r>
      <w:r w:rsidR="00ED2FE6" w:rsidRPr="009656D4">
        <w:t xml:space="preserve">According to NHTSA, </w:t>
      </w:r>
      <w:r w:rsidR="00B07F05">
        <w:t>in 2018</w:t>
      </w:r>
      <w:r w:rsidR="00ED2FE6">
        <w:t>, 8 percent of people killed in teen (15-19) crashes died when teen drivers were distracted at the time</w:t>
      </w:r>
      <w:r w:rsidR="00B07F05">
        <w:t xml:space="preserve"> of the crash</w:t>
      </w:r>
      <w:r w:rsidR="00ED2FE6">
        <w:t xml:space="preserve">. </w:t>
      </w:r>
    </w:p>
    <w:p w14:paraId="49A29A47" w14:textId="5366C872" w:rsidR="00147160" w:rsidRDefault="00ED2FE6" w:rsidP="00147160">
      <w:r>
        <w:t>Don’t want to get</w:t>
      </w:r>
      <w:r w:rsidR="00B07F05">
        <w:t xml:space="preserve"> a</w:t>
      </w:r>
      <w:r>
        <w:t xml:space="preserve"> ticket for distracted driving</w:t>
      </w:r>
      <w:r w:rsidR="00E95858">
        <w:t>?</w:t>
      </w:r>
      <w:r>
        <w:t xml:space="preserve"> </w:t>
      </w:r>
      <w:r w:rsidR="00B07F05">
        <w:t xml:space="preserve">It’s easy: focus on the road and not on your phone. </w:t>
      </w:r>
      <w:r w:rsidR="00147160" w:rsidRPr="00661665">
        <w:t xml:space="preserve">If you need to text, then pull over and do not drive. </w:t>
      </w:r>
      <w:r w:rsidR="00147160">
        <w:t xml:space="preserve">If you’re driving, follow these </w:t>
      </w:r>
      <w:r w:rsidR="00AB3369">
        <w:t>safe driving tips</w:t>
      </w:r>
      <w:r w:rsidR="00147160">
        <w:t>:</w:t>
      </w:r>
    </w:p>
    <w:p w14:paraId="415DE7F6" w14:textId="5145110C" w:rsidR="005008B8" w:rsidRDefault="00B07F05" w:rsidP="005008B8">
      <w:pPr>
        <w:pStyle w:val="ListParagraph"/>
        <w:numPr>
          <w:ilvl w:val="0"/>
          <w:numId w:val="3"/>
        </w:numPr>
      </w:pPr>
      <w:r>
        <w:t xml:space="preserve">If you struggle with the urge to check your phone or </w:t>
      </w:r>
      <w:r w:rsidR="005008B8">
        <w:t xml:space="preserve">to </w:t>
      </w:r>
      <w:r>
        <w:t xml:space="preserve">text while you drive, </w:t>
      </w:r>
      <w:r w:rsidR="00503156">
        <w:t xml:space="preserve">activate your phone’s “Do Not Disturb” feature, or </w:t>
      </w:r>
      <w:r w:rsidR="005008B8">
        <w:t>place</w:t>
      </w:r>
      <w:r>
        <w:t xml:space="preserve"> your phone out of reach</w:t>
      </w:r>
      <w:r w:rsidR="00503156">
        <w:t xml:space="preserve"> by p</w:t>
      </w:r>
      <w:r>
        <w:t xml:space="preserve">utting </w:t>
      </w:r>
      <w:r w:rsidR="00503156">
        <w:t>it</w:t>
      </w:r>
      <w:r>
        <w:t xml:space="preserve"> in the tru</w:t>
      </w:r>
      <w:r w:rsidR="005008B8">
        <w:t xml:space="preserve">nk, glove box, or back seat </w:t>
      </w:r>
      <w:r w:rsidR="00503156">
        <w:t xml:space="preserve">to </w:t>
      </w:r>
      <w:r w:rsidR="005008B8">
        <w:t xml:space="preserve">keep you from mindlessly grabbing it. </w:t>
      </w:r>
    </w:p>
    <w:p w14:paraId="30B8359D" w14:textId="10365AB6" w:rsidR="00147160" w:rsidRDefault="005008B8" w:rsidP="005008B8">
      <w:pPr>
        <w:pStyle w:val="ListParagraph"/>
        <w:numPr>
          <w:ilvl w:val="0"/>
          <w:numId w:val="3"/>
        </w:numPr>
      </w:pPr>
      <w:r>
        <w:t>Ask a passenger to be</w:t>
      </w:r>
      <w:r w:rsidR="00147160">
        <w:t xml:space="preserve"> your </w:t>
      </w:r>
      <w:r w:rsidR="00796269">
        <w:t xml:space="preserve">“designated </w:t>
      </w:r>
      <w:r>
        <w:t>texter.” Give</w:t>
      </w:r>
      <w:r w:rsidR="00147160">
        <w:t xml:space="preserve"> them access to your phone to respond to calls or messages.</w:t>
      </w:r>
    </w:p>
    <w:p w14:paraId="24C489F3" w14:textId="336561A6" w:rsidR="00147160" w:rsidRPr="00661665" w:rsidRDefault="00147160">
      <w:pPr>
        <w:pStyle w:val="ListParagraph"/>
        <w:numPr>
          <w:ilvl w:val="0"/>
          <w:numId w:val="3"/>
        </w:numPr>
      </w:pPr>
      <w:r>
        <w:t xml:space="preserve">Do not engage in social media scrolling or messaging while driving. </w:t>
      </w:r>
      <w:r w:rsidR="005008B8">
        <w:t>Those notifications will be waiting for you when you arrive at your destination. No text or comment is worth dying for.</w:t>
      </w:r>
    </w:p>
    <w:p w14:paraId="22ED012D" w14:textId="2C7B7815" w:rsidR="00147160" w:rsidRPr="00147160" w:rsidRDefault="00147160" w:rsidP="00147160">
      <w:pPr>
        <w:pStyle w:val="Normal1"/>
        <w:tabs>
          <w:tab w:val="left" w:pos="1080"/>
        </w:tabs>
        <w:spacing w:after="160"/>
        <w:rPr>
          <w:rFonts w:ascii="Trebuchet MS" w:hAnsi="Trebuchet MS"/>
          <w:sz w:val="22"/>
          <w:szCs w:val="22"/>
        </w:rPr>
      </w:pPr>
      <w:r w:rsidRPr="00147160">
        <w:rPr>
          <w:rFonts w:ascii="Trebuchet MS" w:hAnsi="Trebuchet MS"/>
          <w:sz w:val="22"/>
          <w:szCs w:val="22"/>
        </w:rPr>
        <w:t xml:space="preserve">Texting while driving is dangerous and illegal. </w:t>
      </w:r>
      <w:r w:rsidR="005008B8">
        <w:rPr>
          <w:rFonts w:ascii="Trebuchet MS" w:hAnsi="Trebuchet MS"/>
          <w:sz w:val="22"/>
          <w:szCs w:val="22"/>
        </w:rPr>
        <w:t>We need every driver to help b</w:t>
      </w:r>
      <w:r w:rsidRPr="00147160">
        <w:rPr>
          <w:rFonts w:ascii="Trebuchet MS" w:hAnsi="Trebuchet MS"/>
          <w:sz w:val="22"/>
          <w:szCs w:val="22"/>
        </w:rPr>
        <w:t xml:space="preserve">reak the cycle. Remember: </w:t>
      </w:r>
      <w:r w:rsidRPr="00147160">
        <w:rPr>
          <w:rFonts w:ascii="Trebuchet MS" w:hAnsi="Trebuchet MS"/>
          <w:i/>
          <w:sz w:val="22"/>
          <w:szCs w:val="22"/>
        </w:rPr>
        <w:t>U Drive. U Text. U Pay.</w:t>
      </w:r>
    </w:p>
    <w:p w14:paraId="7952E347" w14:textId="77777777" w:rsid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r w:rsidRPr="00147160">
        <w:rPr>
          <w:rFonts w:ascii="Trebuchet MS" w:hAnsi="Trebuchet MS"/>
          <w:sz w:val="22"/>
          <w:szCs w:val="22"/>
        </w:rPr>
        <w:t xml:space="preserve">For more information, visit </w:t>
      </w:r>
      <w:hyperlink r:id="rId7">
        <w:r w:rsidRPr="00147160">
          <w:rPr>
            <w:rStyle w:val="Hyperlink"/>
            <w:rFonts w:ascii="Trebuchet MS" w:hAnsi="Trebuchet MS"/>
            <w:sz w:val="22"/>
            <w:szCs w:val="22"/>
          </w:rPr>
          <w:t>www.trafficsafetymarketing.gov</w:t>
        </w:r>
      </w:hyperlink>
      <w:r w:rsidRPr="00147160">
        <w:rPr>
          <w:rFonts w:ascii="Trebuchet MS" w:hAnsi="Trebuchet MS"/>
          <w:sz w:val="22"/>
          <w:szCs w:val="22"/>
        </w:rPr>
        <w:t>.</w:t>
      </w:r>
    </w:p>
    <w:p w14:paraId="7BE60304" w14:textId="77777777" w:rsidR="00147160" w:rsidRP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p>
    <w:p w14:paraId="46AD8506" w14:textId="3CD87DB4" w:rsidR="00147160" w:rsidRPr="00901CE9" w:rsidRDefault="00147160" w:rsidP="005A3EB4">
      <w:pPr>
        <w:pStyle w:val="Normal1"/>
        <w:jc w:val="center"/>
      </w:pPr>
      <w:r w:rsidRPr="00147160">
        <w:rPr>
          <w:rFonts w:ascii="Trebuchet MS" w:hAnsi="Trebuchet MS"/>
          <w:sz w:val="22"/>
        </w:rPr>
        <w:t>###</w:t>
      </w:r>
    </w:p>
    <w:sectPr w:rsidR="0014716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1CF7C" w14:textId="77777777" w:rsidR="009C57E7" w:rsidRDefault="009C57E7" w:rsidP="00901CE9">
      <w:pPr>
        <w:spacing w:after="0" w:line="240" w:lineRule="auto"/>
      </w:pPr>
      <w:r>
        <w:separator/>
      </w:r>
    </w:p>
  </w:endnote>
  <w:endnote w:type="continuationSeparator" w:id="0">
    <w:p w14:paraId="3EEE86DE" w14:textId="77777777" w:rsidR="009C57E7" w:rsidRDefault="009C57E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015B2" w14:textId="3BECBA85"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18AC6D8C" wp14:editId="29F343AA">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7A640"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786C3F">
      <w:t>14438d-011720-v4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8E848" w14:textId="77777777" w:rsidR="009C57E7" w:rsidRDefault="009C57E7" w:rsidP="00901CE9">
      <w:pPr>
        <w:spacing w:after="0" w:line="240" w:lineRule="auto"/>
      </w:pPr>
      <w:r>
        <w:separator/>
      </w:r>
    </w:p>
  </w:footnote>
  <w:footnote w:type="continuationSeparator" w:id="0">
    <w:p w14:paraId="783A5C1D" w14:textId="77777777" w:rsidR="009C57E7" w:rsidRDefault="009C57E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74933"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72BD67C7" wp14:editId="67433746">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615E"/>
    <w:rsid w:val="000663F2"/>
    <w:rsid w:val="000700A9"/>
    <w:rsid w:val="00071C50"/>
    <w:rsid w:val="00093570"/>
    <w:rsid w:val="00142E17"/>
    <w:rsid w:val="00147160"/>
    <w:rsid w:val="0015698C"/>
    <w:rsid w:val="00161BFD"/>
    <w:rsid w:val="00161F42"/>
    <w:rsid w:val="0017006F"/>
    <w:rsid w:val="001E692F"/>
    <w:rsid w:val="00205F4F"/>
    <w:rsid w:val="00215108"/>
    <w:rsid w:val="0021528E"/>
    <w:rsid w:val="00250C7E"/>
    <w:rsid w:val="00267CA3"/>
    <w:rsid w:val="0027643C"/>
    <w:rsid w:val="00295062"/>
    <w:rsid w:val="002A6AAF"/>
    <w:rsid w:val="002B2A12"/>
    <w:rsid w:val="002B4917"/>
    <w:rsid w:val="002B66C6"/>
    <w:rsid w:val="002C5FF8"/>
    <w:rsid w:val="00343E03"/>
    <w:rsid w:val="00352A56"/>
    <w:rsid w:val="003560BE"/>
    <w:rsid w:val="003D2D80"/>
    <w:rsid w:val="0044490E"/>
    <w:rsid w:val="004944B0"/>
    <w:rsid w:val="004D21EE"/>
    <w:rsid w:val="004D77A2"/>
    <w:rsid w:val="004F7615"/>
    <w:rsid w:val="005008B8"/>
    <w:rsid w:val="00503156"/>
    <w:rsid w:val="00512BFB"/>
    <w:rsid w:val="00515528"/>
    <w:rsid w:val="0051647B"/>
    <w:rsid w:val="0052561C"/>
    <w:rsid w:val="005430D9"/>
    <w:rsid w:val="00550936"/>
    <w:rsid w:val="00565486"/>
    <w:rsid w:val="005A3EB4"/>
    <w:rsid w:val="005E42DD"/>
    <w:rsid w:val="00603243"/>
    <w:rsid w:val="00604280"/>
    <w:rsid w:val="00625A39"/>
    <w:rsid w:val="00636AEB"/>
    <w:rsid w:val="006667F5"/>
    <w:rsid w:val="0067003C"/>
    <w:rsid w:val="00672251"/>
    <w:rsid w:val="00673C85"/>
    <w:rsid w:val="00697610"/>
    <w:rsid w:val="006D087A"/>
    <w:rsid w:val="0077096D"/>
    <w:rsid w:val="00786C3F"/>
    <w:rsid w:val="00796269"/>
    <w:rsid w:val="007C2723"/>
    <w:rsid w:val="007D5238"/>
    <w:rsid w:val="007E4F0E"/>
    <w:rsid w:val="007F0F99"/>
    <w:rsid w:val="00824066"/>
    <w:rsid w:val="008459C9"/>
    <w:rsid w:val="0087087F"/>
    <w:rsid w:val="00880760"/>
    <w:rsid w:val="00886614"/>
    <w:rsid w:val="008B6819"/>
    <w:rsid w:val="008B6C4C"/>
    <w:rsid w:val="008C149B"/>
    <w:rsid w:val="00901CE9"/>
    <w:rsid w:val="00905462"/>
    <w:rsid w:val="009A5F02"/>
    <w:rsid w:val="009C0118"/>
    <w:rsid w:val="009C57E7"/>
    <w:rsid w:val="009D24AC"/>
    <w:rsid w:val="009E3F3A"/>
    <w:rsid w:val="009F3460"/>
    <w:rsid w:val="00A209DF"/>
    <w:rsid w:val="00A345FE"/>
    <w:rsid w:val="00A519A9"/>
    <w:rsid w:val="00A77193"/>
    <w:rsid w:val="00A80AFB"/>
    <w:rsid w:val="00A90A9E"/>
    <w:rsid w:val="00AA106A"/>
    <w:rsid w:val="00AB3369"/>
    <w:rsid w:val="00AC131F"/>
    <w:rsid w:val="00AD3AFD"/>
    <w:rsid w:val="00B07F05"/>
    <w:rsid w:val="00B331E3"/>
    <w:rsid w:val="00B45428"/>
    <w:rsid w:val="00B61D6C"/>
    <w:rsid w:val="00B63986"/>
    <w:rsid w:val="00B753A4"/>
    <w:rsid w:val="00B771A6"/>
    <w:rsid w:val="00B77DD8"/>
    <w:rsid w:val="00B9273B"/>
    <w:rsid w:val="00BB1112"/>
    <w:rsid w:val="00BF0673"/>
    <w:rsid w:val="00C52F03"/>
    <w:rsid w:val="00C55758"/>
    <w:rsid w:val="00C64E8A"/>
    <w:rsid w:val="00CA1A42"/>
    <w:rsid w:val="00CA4542"/>
    <w:rsid w:val="00CC5909"/>
    <w:rsid w:val="00CE7A8E"/>
    <w:rsid w:val="00CE7F96"/>
    <w:rsid w:val="00D11077"/>
    <w:rsid w:val="00D3792F"/>
    <w:rsid w:val="00D55119"/>
    <w:rsid w:val="00D92FE1"/>
    <w:rsid w:val="00DD0A1A"/>
    <w:rsid w:val="00DD5E5A"/>
    <w:rsid w:val="00DD7BD0"/>
    <w:rsid w:val="00DE2078"/>
    <w:rsid w:val="00DE4EF2"/>
    <w:rsid w:val="00E14CE6"/>
    <w:rsid w:val="00E31AC0"/>
    <w:rsid w:val="00E53BEF"/>
    <w:rsid w:val="00E573BA"/>
    <w:rsid w:val="00E61458"/>
    <w:rsid w:val="00E61E96"/>
    <w:rsid w:val="00E95858"/>
    <w:rsid w:val="00EA5212"/>
    <w:rsid w:val="00ED2FE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95935"/>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071C50"/>
    <w:rPr>
      <w:rFonts w:ascii="Trebuchet MS" w:hAnsi="Trebuchet MS"/>
      <w:sz w:val="22"/>
      <w:szCs w:val="22"/>
    </w:rPr>
  </w:style>
  <w:style w:type="paragraph" w:styleId="ListParagraph">
    <w:name w:val="List Paragraph"/>
    <w:basedOn w:val="Normal"/>
    <w:uiPriority w:val="34"/>
    <w:qFormat/>
    <w:rsid w:val="00147160"/>
    <w:pPr>
      <w:ind w:left="720"/>
      <w:contextualSpacing/>
    </w:pPr>
  </w:style>
  <w:style w:type="character" w:styleId="CommentReference">
    <w:name w:val="annotation reference"/>
    <w:basedOn w:val="DefaultParagraphFont"/>
    <w:uiPriority w:val="99"/>
    <w:semiHidden/>
    <w:unhideWhenUsed/>
    <w:rsid w:val="003560BE"/>
    <w:rPr>
      <w:sz w:val="16"/>
      <w:szCs w:val="16"/>
    </w:rPr>
  </w:style>
  <w:style w:type="paragraph" w:styleId="CommentText">
    <w:name w:val="annotation text"/>
    <w:basedOn w:val="Normal"/>
    <w:link w:val="CommentTextChar"/>
    <w:uiPriority w:val="99"/>
    <w:semiHidden/>
    <w:unhideWhenUsed/>
    <w:rsid w:val="003560BE"/>
    <w:pPr>
      <w:spacing w:line="240" w:lineRule="auto"/>
    </w:pPr>
    <w:rPr>
      <w:sz w:val="20"/>
      <w:szCs w:val="20"/>
    </w:rPr>
  </w:style>
  <w:style w:type="character" w:customStyle="1" w:styleId="CommentTextChar">
    <w:name w:val="Comment Text Char"/>
    <w:basedOn w:val="DefaultParagraphFont"/>
    <w:link w:val="CommentText"/>
    <w:uiPriority w:val="99"/>
    <w:semiHidden/>
    <w:rsid w:val="003560BE"/>
    <w:rPr>
      <w:rFonts w:ascii="Trebuchet MS" w:hAnsi="Trebuchet MS"/>
    </w:rPr>
  </w:style>
  <w:style w:type="paragraph" w:styleId="CommentSubject">
    <w:name w:val="annotation subject"/>
    <w:basedOn w:val="CommentText"/>
    <w:next w:val="CommentText"/>
    <w:link w:val="CommentSubjectChar"/>
    <w:uiPriority w:val="99"/>
    <w:semiHidden/>
    <w:unhideWhenUsed/>
    <w:rsid w:val="003560BE"/>
    <w:rPr>
      <w:b/>
      <w:bCs/>
    </w:rPr>
  </w:style>
  <w:style w:type="character" w:customStyle="1" w:styleId="CommentSubjectChar">
    <w:name w:val="Comment Subject Char"/>
    <w:basedOn w:val="CommentTextChar"/>
    <w:link w:val="CommentSubject"/>
    <w:uiPriority w:val="99"/>
    <w:semiHidden/>
    <w:rsid w:val="003560BE"/>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U Text PEAK Op-Ed</dc:title>
  <dc:creator>NHTSA</dc:creator>
  <cp:keywords>texting, distracted, U Text, U Pay, PEAK, NHTSA</cp:keywords>
  <cp:lastModifiedBy>Tara Casanova Powell</cp:lastModifiedBy>
  <cp:revision>2</cp:revision>
  <dcterms:created xsi:type="dcterms:W3CDTF">2020-03-04T21:16:00Z</dcterms:created>
  <dcterms:modified xsi:type="dcterms:W3CDTF">2020-03-04T21:16:00Z</dcterms:modified>
</cp:coreProperties>
</file>